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Pr="00254067" w:rsidRDefault="00094718" w:rsidP="0029546E">
            <w:pPr>
              <w:pStyle w:val="CUSTOMHeaderText"/>
              <w:rPr>
                <w:b/>
              </w:rPr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254067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0D039AD" wp14:editId="7F41A126">
                      <wp:simplePos x="0" y="0"/>
                      <wp:positionH relativeFrom="column">
                        <wp:posOffset>2559685</wp:posOffset>
                      </wp:positionH>
                      <wp:positionV relativeFrom="paragraph">
                        <wp:posOffset>1280795</wp:posOffset>
                      </wp:positionV>
                      <wp:extent cx="37465" cy="139065"/>
                      <wp:effectExtent l="0" t="0" r="19685" b="13335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65" cy="139065"/>
                              </a:xfrm>
                              <a:custGeom>
                                <a:avLst/>
                                <a:gdLst>
                                  <a:gd name="connsiteX0" fmla="*/ 7951 w 36908"/>
                                  <a:gd name="connsiteY0" fmla="*/ 139527 h 139527"/>
                                  <a:gd name="connsiteX1" fmla="*/ 23854 w 36908"/>
                                  <a:gd name="connsiteY1" fmla="*/ 119649 h 139527"/>
                                  <a:gd name="connsiteX2" fmla="*/ 27829 w 36908"/>
                                  <a:gd name="connsiteY2" fmla="*/ 32185 h 139527"/>
                                  <a:gd name="connsiteX3" fmla="*/ 31805 w 36908"/>
                                  <a:gd name="connsiteY3" fmla="*/ 12307 h 139527"/>
                                  <a:gd name="connsiteX4" fmla="*/ 35781 w 36908"/>
                                  <a:gd name="connsiteY4" fmla="*/ 380 h 139527"/>
                                  <a:gd name="connsiteX5" fmla="*/ 23854 w 36908"/>
                                  <a:gd name="connsiteY5" fmla="*/ 8331 h 139527"/>
                                  <a:gd name="connsiteX6" fmla="*/ 15902 w 36908"/>
                                  <a:gd name="connsiteY6" fmla="*/ 52063 h 139527"/>
                                  <a:gd name="connsiteX7" fmla="*/ 3975 w 36908"/>
                                  <a:gd name="connsiteY7" fmla="*/ 107722 h 139527"/>
                                  <a:gd name="connsiteX8" fmla="*/ 0 w 36908"/>
                                  <a:gd name="connsiteY8" fmla="*/ 119649 h 139527"/>
                                  <a:gd name="connsiteX9" fmla="*/ 7951 w 36908"/>
                                  <a:gd name="connsiteY9" fmla="*/ 139527 h 139527"/>
                                  <a:gd name="connsiteX0" fmla="*/ 8745 w 37702"/>
                                  <a:gd name="connsiteY0" fmla="*/ 139527 h 139527"/>
                                  <a:gd name="connsiteX1" fmla="*/ 794 w 37702"/>
                                  <a:gd name="connsiteY1" fmla="*/ 79760 h 139527"/>
                                  <a:gd name="connsiteX2" fmla="*/ 28623 w 37702"/>
                                  <a:gd name="connsiteY2" fmla="*/ 32185 h 139527"/>
                                  <a:gd name="connsiteX3" fmla="*/ 32599 w 37702"/>
                                  <a:gd name="connsiteY3" fmla="*/ 12307 h 139527"/>
                                  <a:gd name="connsiteX4" fmla="*/ 36575 w 37702"/>
                                  <a:gd name="connsiteY4" fmla="*/ 380 h 139527"/>
                                  <a:gd name="connsiteX5" fmla="*/ 24648 w 37702"/>
                                  <a:gd name="connsiteY5" fmla="*/ 8331 h 139527"/>
                                  <a:gd name="connsiteX6" fmla="*/ 16696 w 37702"/>
                                  <a:gd name="connsiteY6" fmla="*/ 52063 h 139527"/>
                                  <a:gd name="connsiteX7" fmla="*/ 4769 w 37702"/>
                                  <a:gd name="connsiteY7" fmla="*/ 107722 h 139527"/>
                                  <a:gd name="connsiteX8" fmla="*/ 794 w 37702"/>
                                  <a:gd name="connsiteY8" fmla="*/ 119649 h 139527"/>
                                  <a:gd name="connsiteX9" fmla="*/ 8745 w 37702"/>
                                  <a:gd name="connsiteY9" fmla="*/ 139527 h 13952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7702" h="139527">
                                    <a:moveTo>
                                      <a:pt x="8745" y="139527"/>
                                    </a:moveTo>
                                    <a:cubicBezTo>
                                      <a:pt x="14046" y="132901"/>
                                      <a:pt x="-3913" y="86820"/>
                                      <a:pt x="794" y="79760"/>
                                    </a:cubicBezTo>
                                    <a:cubicBezTo>
                                      <a:pt x="19907" y="51091"/>
                                      <a:pt x="31001" y="74989"/>
                                      <a:pt x="28623" y="32185"/>
                                    </a:cubicBezTo>
                                    <a:cubicBezTo>
                                      <a:pt x="29948" y="25559"/>
                                      <a:pt x="30960" y="18862"/>
                                      <a:pt x="32599" y="12307"/>
                                    </a:cubicBezTo>
                                    <a:cubicBezTo>
                                      <a:pt x="33615" y="8241"/>
                                      <a:pt x="40323" y="2254"/>
                                      <a:pt x="36575" y="380"/>
                                    </a:cubicBezTo>
                                    <a:cubicBezTo>
                                      <a:pt x="32301" y="-1757"/>
                                      <a:pt x="28624" y="5681"/>
                                      <a:pt x="24648" y="8331"/>
                                    </a:cubicBezTo>
                                    <a:cubicBezTo>
                                      <a:pt x="16853" y="31715"/>
                                      <a:pt x="22315" y="12732"/>
                                      <a:pt x="16696" y="52063"/>
                                    </a:cubicBezTo>
                                    <a:cubicBezTo>
                                      <a:pt x="14192" y="69591"/>
                                      <a:pt x="10247" y="91286"/>
                                      <a:pt x="4769" y="107722"/>
                                    </a:cubicBezTo>
                                    <a:lnTo>
                                      <a:pt x="794" y="119649"/>
                                    </a:lnTo>
                                    <a:lnTo>
                                      <a:pt x="8745" y="13952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4" o:spid="_x0000_s1026" style="position:absolute;margin-left:201.55pt;margin-top:100.85pt;width:2.95pt;height:10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702,1395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" path="m8745,139527c14046,132901,-3913,86820,794,79760,19907,51091,31001,74989,28623,32185v1325,-6626,2337,-13323,3976,-19878c33615,8241,40323,2254,36575,380,32301,-1757,28624,5681,24648,8331v-7795,23384,-2333,4401,-7952,43732c14192,69591,10247,91286,4769,107722l794,119649r7951,19878xe" fillcolor="#0d0d0d [3069]" strokecolor="#0d0d0d [3069]" strokeweight="1pt">
                      <v:stroke joinstyle="miter"/>
                      <v:path arrowok="t" o:connecttype="custom" o:connectlocs="8690,139065;789,79496;28443,32078;32394,12266;36345,379;24493,8303;16591,51891;4739,107365;789,119253;8690,139065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D02B6A" wp14:editId="341E37AF">
                      <wp:simplePos x="0" y="0"/>
                      <wp:positionH relativeFrom="column">
                        <wp:posOffset>3745230</wp:posOffset>
                      </wp:positionH>
                      <wp:positionV relativeFrom="paragraph">
                        <wp:posOffset>1308735</wp:posOffset>
                      </wp:positionV>
                      <wp:extent cx="47625" cy="234315"/>
                      <wp:effectExtent l="0" t="19050" r="28575" b="13335"/>
                      <wp:wrapNone/>
                      <wp:docPr id="33" name="Freeform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" cy="234315"/>
                              </a:xfrm>
                              <a:custGeom>
                                <a:avLst/>
                                <a:gdLst>
                                  <a:gd name="connsiteX0" fmla="*/ 47942 w 48256"/>
                                  <a:gd name="connsiteY0" fmla="*/ 234564 h 234768"/>
                                  <a:gd name="connsiteX1" fmla="*/ 43966 w 48256"/>
                                  <a:gd name="connsiteY1" fmla="*/ 182880 h 234768"/>
                                  <a:gd name="connsiteX2" fmla="*/ 39991 w 48256"/>
                                  <a:gd name="connsiteY2" fmla="*/ 170953 h 234768"/>
                                  <a:gd name="connsiteX3" fmla="*/ 32039 w 48256"/>
                                  <a:gd name="connsiteY3" fmla="*/ 131197 h 234768"/>
                                  <a:gd name="connsiteX4" fmla="*/ 20112 w 48256"/>
                                  <a:gd name="connsiteY4" fmla="*/ 19878 h 234768"/>
                                  <a:gd name="connsiteX5" fmla="*/ 8185 w 48256"/>
                                  <a:gd name="connsiteY5" fmla="*/ 0 h 234768"/>
                                  <a:gd name="connsiteX6" fmla="*/ 234 w 48256"/>
                                  <a:gd name="connsiteY6" fmla="*/ 7952 h 234768"/>
                                  <a:gd name="connsiteX7" fmla="*/ 4210 w 48256"/>
                                  <a:gd name="connsiteY7" fmla="*/ 47708 h 234768"/>
                                  <a:gd name="connsiteX8" fmla="*/ 8185 w 48256"/>
                                  <a:gd name="connsiteY8" fmla="*/ 59635 h 234768"/>
                                  <a:gd name="connsiteX9" fmla="*/ 12161 w 48256"/>
                                  <a:gd name="connsiteY9" fmla="*/ 75538 h 234768"/>
                                  <a:gd name="connsiteX10" fmla="*/ 16137 w 48256"/>
                                  <a:gd name="connsiteY10" fmla="*/ 103367 h 234768"/>
                                  <a:gd name="connsiteX11" fmla="*/ 24088 w 48256"/>
                                  <a:gd name="connsiteY11" fmla="*/ 127221 h 234768"/>
                                  <a:gd name="connsiteX12" fmla="*/ 32039 w 48256"/>
                                  <a:gd name="connsiteY12" fmla="*/ 151075 h 234768"/>
                                  <a:gd name="connsiteX13" fmla="*/ 36015 w 48256"/>
                                  <a:gd name="connsiteY13" fmla="*/ 163002 h 234768"/>
                                  <a:gd name="connsiteX14" fmla="*/ 47942 w 48256"/>
                                  <a:gd name="connsiteY14" fmla="*/ 234564 h 234768"/>
                                  <a:gd name="connsiteX0" fmla="*/ 47942 w 48256"/>
                                  <a:gd name="connsiteY0" fmla="*/ 234564 h 234768"/>
                                  <a:gd name="connsiteX1" fmla="*/ 43966 w 48256"/>
                                  <a:gd name="connsiteY1" fmla="*/ 182880 h 234768"/>
                                  <a:gd name="connsiteX2" fmla="*/ 39991 w 48256"/>
                                  <a:gd name="connsiteY2" fmla="*/ 170953 h 234768"/>
                                  <a:gd name="connsiteX3" fmla="*/ 32039 w 48256"/>
                                  <a:gd name="connsiteY3" fmla="*/ 131197 h 234768"/>
                                  <a:gd name="connsiteX4" fmla="*/ 23854 w 48256"/>
                                  <a:gd name="connsiteY4" fmla="*/ 63611 h 234768"/>
                                  <a:gd name="connsiteX5" fmla="*/ 20112 w 48256"/>
                                  <a:gd name="connsiteY5" fmla="*/ 19878 h 234768"/>
                                  <a:gd name="connsiteX6" fmla="*/ 8185 w 48256"/>
                                  <a:gd name="connsiteY6" fmla="*/ 0 h 234768"/>
                                  <a:gd name="connsiteX7" fmla="*/ 234 w 48256"/>
                                  <a:gd name="connsiteY7" fmla="*/ 7952 h 234768"/>
                                  <a:gd name="connsiteX8" fmla="*/ 4210 w 48256"/>
                                  <a:gd name="connsiteY8" fmla="*/ 47708 h 234768"/>
                                  <a:gd name="connsiteX9" fmla="*/ 8185 w 48256"/>
                                  <a:gd name="connsiteY9" fmla="*/ 59635 h 234768"/>
                                  <a:gd name="connsiteX10" fmla="*/ 12161 w 48256"/>
                                  <a:gd name="connsiteY10" fmla="*/ 75538 h 234768"/>
                                  <a:gd name="connsiteX11" fmla="*/ 16137 w 48256"/>
                                  <a:gd name="connsiteY11" fmla="*/ 103367 h 234768"/>
                                  <a:gd name="connsiteX12" fmla="*/ 24088 w 48256"/>
                                  <a:gd name="connsiteY12" fmla="*/ 127221 h 234768"/>
                                  <a:gd name="connsiteX13" fmla="*/ 32039 w 48256"/>
                                  <a:gd name="connsiteY13" fmla="*/ 151075 h 234768"/>
                                  <a:gd name="connsiteX14" fmla="*/ 36015 w 48256"/>
                                  <a:gd name="connsiteY14" fmla="*/ 163002 h 234768"/>
                                  <a:gd name="connsiteX15" fmla="*/ 47942 w 48256"/>
                                  <a:gd name="connsiteY15" fmla="*/ 234564 h 2347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8256" h="234768">
                                    <a:moveTo>
                                      <a:pt x="47942" y="234564"/>
                                    </a:moveTo>
                                    <a:cubicBezTo>
                                      <a:pt x="49267" y="237877"/>
                                      <a:pt x="46109" y="200025"/>
                                      <a:pt x="43966" y="182880"/>
                                    </a:cubicBezTo>
                                    <a:cubicBezTo>
                                      <a:pt x="43446" y="178722"/>
                                      <a:pt x="40933" y="175036"/>
                                      <a:pt x="39991" y="170953"/>
                                    </a:cubicBezTo>
                                    <a:cubicBezTo>
                                      <a:pt x="36952" y="157785"/>
                                      <a:pt x="32039" y="131197"/>
                                      <a:pt x="32039" y="131197"/>
                                    </a:cubicBezTo>
                                    <a:cubicBezTo>
                                      <a:pt x="29350" y="113307"/>
                                      <a:pt x="25842" y="82164"/>
                                      <a:pt x="23854" y="63611"/>
                                    </a:cubicBezTo>
                                    <a:cubicBezTo>
                                      <a:pt x="21866" y="45058"/>
                                      <a:pt x="22724" y="30480"/>
                                      <a:pt x="20112" y="19878"/>
                                    </a:cubicBezTo>
                                    <a:cubicBezTo>
                                      <a:pt x="14951" y="4395"/>
                                      <a:pt x="19101" y="10916"/>
                                      <a:pt x="8185" y="0"/>
                                    </a:cubicBezTo>
                                    <a:cubicBezTo>
                                      <a:pt x="5535" y="2651"/>
                                      <a:pt x="545" y="4217"/>
                                      <a:pt x="234" y="7952"/>
                                    </a:cubicBezTo>
                                    <a:cubicBezTo>
                                      <a:pt x="-872" y="21224"/>
                                      <a:pt x="2185" y="34545"/>
                                      <a:pt x="4210" y="47708"/>
                                    </a:cubicBezTo>
                                    <a:cubicBezTo>
                                      <a:pt x="4847" y="51850"/>
                                      <a:pt x="7034" y="55606"/>
                                      <a:pt x="8185" y="59635"/>
                                    </a:cubicBezTo>
                                    <a:cubicBezTo>
                                      <a:pt x="9686" y="64889"/>
                                      <a:pt x="11183" y="70162"/>
                                      <a:pt x="12161" y="75538"/>
                                    </a:cubicBezTo>
                                    <a:cubicBezTo>
                                      <a:pt x="13837" y="84757"/>
                                      <a:pt x="14030" y="94236"/>
                                      <a:pt x="16137" y="103367"/>
                                    </a:cubicBezTo>
                                    <a:cubicBezTo>
                                      <a:pt x="18022" y="111534"/>
                                      <a:pt x="21438" y="119270"/>
                                      <a:pt x="24088" y="127221"/>
                                    </a:cubicBezTo>
                                    <a:lnTo>
                                      <a:pt x="32039" y="151075"/>
                                    </a:lnTo>
                                    <a:lnTo>
                                      <a:pt x="36015" y="163002"/>
                                    </a:lnTo>
                                    <a:cubicBezTo>
                                      <a:pt x="40054" y="247815"/>
                                      <a:pt x="46617" y="231251"/>
                                      <a:pt x="47942" y="23456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" o:spid="_x0000_s1026" style="position:absolute;margin-left:294.9pt;margin-top:103.05pt;width:3.75pt;height:18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256,2347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" path="m47942,234564v1325,3313,-1833,-34539,-3976,-51684c43446,178722,40933,175036,39991,170953,36952,157785,32039,131197,32039,131197,29350,113307,25842,82164,23854,63611,21866,45058,22724,30480,20112,19878,14951,4395,19101,10916,8185,,5535,2651,545,4217,234,7952,-872,21224,2185,34545,4210,47708v637,4142,2824,7898,3975,11927c9686,64889,11183,70162,12161,75538v1676,9219,1869,18698,3976,27829c18022,111534,21438,119270,24088,127221r7951,23854l36015,163002v4039,84813,10602,68249,11927,71562xe" fillcolor="#0d0d0d [3069]" strokecolor="#0d0d0d [3069]" strokeweight="1pt">
                      <v:stroke joinstyle="miter"/>
                      <v:path arrowok="t" o:connecttype="custom" o:connectlocs="47315,234111;43391,182527;39468,170623;31620,130944;23542,63488;19849,19840;8078,0;231,7937;4155,47616;8078,59520;12002,75392;15926,103168;23773,126976;31620,150783;35544,162687;47315,234111" o:connectangles="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64AF491" wp14:editId="049516CD">
                      <wp:simplePos x="0" y="0"/>
                      <wp:positionH relativeFrom="column">
                        <wp:posOffset>3799205</wp:posOffset>
                      </wp:positionH>
                      <wp:positionV relativeFrom="paragraph">
                        <wp:posOffset>1212684</wp:posOffset>
                      </wp:positionV>
                      <wp:extent cx="59019" cy="202149"/>
                      <wp:effectExtent l="0" t="0" r="17780" b="26670"/>
                      <wp:wrapNone/>
                      <wp:docPr id="34" name="Freeform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019" cy="202149"/>
                              </a:xfrm>
                              <a:custGeom>
                                <a:avLst/>
                                <a:gdLst>
                                  <a:gd name="connsiteX0" fmla="*/ 47993 w 59117"/>
                                  <a:gd name="connsiteY0" fmla="*/ 170953 h 201516"/>
                                  <a:gd name="connsiteX1" fmla="*/ 24139 w 59117"/>
                                  <a:gd name="connsiteY1" fmla="*/ 115294 h 201516"/>
                                  <a:gd name="connsiteX2" fmla="*/ 16188 w 59117"/>
                                  <a:gd name="connsiteY2" fmla="*/ 103367 h 201516"/>
                                  <a:gd name="connsiteX3" fmla="*/ 8236 w 59117"/>
                                  <a:gd name="connsiteY3" fmla="*/ 95416 h 201516"/>
                                  <a:gd name="connsiteX4" fmla="*/ 285 w 59117"/>
                                  <a:gd name="connsiteY4" fmla="*/ 15903 h 201516"/>
                                  <a:gd name="connsiteX5" fmla="*/ 4261 w 59117"/>
                                  <a:gd name="connsiteY5" fmla="*/ 0 h 201516"/>
                                  <a:gd name="connsiteX6" fmla="*/ 8236 w 59117"/>
                                  <a:gd name="connsiteY6" fmla="*/ 15903 h 201516"/>
                                  <a:gd name="connsiteX7" fmla="*/ 24139 w 59117"/>
                                  <a:gd name="connsiteY7" fmla="*/ 51684 h 201516"/>
                                  <a:gd name="connsiteX8" fmla="*/ 32090 w 59117"/>
                                  <a:gd name="connsiteY8" fmla="*/ 87464 h 201516"/>
                                  <a:gd name="connsiteX9" fmla="*/ 40042 w 59117"/>
                                  <a:gd name="connsiteY9" fmla="*/ 95416 h 201516"/>
                                  <a:gd name="connsiteX10" fmla="*/ 51969 w 59117"/>
                                  <a:gd name="connsiteY10" fmla="*/ 178904 h 201516"/>
                                  <a:gd name="connsiteX11" fmla="*/ 55944 w 59117"/>
                                  <a:gd name="connsiteY11" fmla="*/ 194807 h 201516"/>
                                  <a:gd name="connsiteX12" fmla="*/ 47993 w 59117"/>
                                  <a:gd name="connsiteY12" fmla="*/ 170953 h 201516"/>
                                  <a:gd name="connsiteX0" fmla="*/ 48910 w 60034"/>
                                  <a:gd name="connsiteY0" fmla="*/ 170953 h 201516"/>
                                  <a:gd name="connsiteX1" fmla="*/ 25056 w 60034"/>
                                  <a:gd name="connsiteY1" fmla="*/ 115294 h 201516"/>
                                  <a:gd name="connsiteX2" fmla="*/ 17105 w 60034"/>
                                  <a:gd name="connsiteY2" fmla="*/ 103367 h 201516"/>
                                  <a:gd name="connsiteX3" fmla="*/ 917 w 60034"/>
                                  <a:gd name="connsiteY3" fmla="*/ 59700 h 201516"/>
                                  <a:gd name="connsiteX4" fmla="*/ 1202 w 60034"/>
                                  <a:gd name="connsiteY4" fmla="*/ 15903 h 201516"/>
                                  <a:gd name="connsiteX5" fmla="*/ 5178 w 60034"/>
                                  <a:gd name="connsiteY5" fmla="*/ 0 h 201516"/>
                                  <a:gd name="connsiteX6" fmla="*/ 9153 w 60034"/>
                                  <a:gd name="connsiteY6" fmla="*/ 15903 h 201516"/>
                                  <a:gd name="connsiteX7" fmla="*/ 25056 w 60034"/>
                                  <a:gd name="connsiteY7" fmla="*/ 51684 h 201516"/>
                                  <a:gd name="connsiteX8" fmla="*/ 33007 w 60034"/>
                                  <a:gd name="connsiteY8" fmla="*/ 87464 h 201516"/>
                                  <a:gd name="connsiteX9" fmla="*/ 40959 w 60034"/>
                                  <a:gd name="connsiteY9" fmla="*/ 95416 h 201516"/>
                                  <a:gd name="connsiteX10" fmla="*/ 52886 w 60034"/>
                                  <a:gd name="connsiteY10" fmla="*/ 178904 h 201516"/>
                                  <a:gd name="connsiteX11" fmla="*/ 56861 w 60034"/>
                                  <a:gd name="connsiteY11" fmla="*/ 194807 h 201516"/>
                                  <a:gd name="connsiteX12" fmla="*/ 48910 w 60034"/>
                                  <a:gd name="connsiteY12" fmla="*/ 170953 h 201516"/>
                                  <a:gd name="connsiteX0" fmla="*/ 48910 w 59935"/>
                                  <a:gd name="connsiteY0" fmla="*/ 170953 h 202149"/>
                                  <a:gd name="connsiteX1" fmla="*/ 29053 w 59935"/>
                                  <a:gd name="connsiteY1" fmla="*/ 87560 h 202149"/>
                                  <a:gd name="connsiteX2" fmla="*/ 17105 w 59935"/>
                                  <a:gd name="connsiteY2" fmla="*/ 103367 h 202149"/>
                                  <a:gd name="connsiteX3" fmla="*/ 917 w 59935"/>
                                  <a:gd name="connsiteY3" fmla="*/ 59700 h 202149"/>
                                  <a:gd name="connsiteX4" fmla="*/ 1202 w 59935"/>
                                  <a:gd name="connsiteY4" fmla="*/ 15903 h 202149"/>
                                  <a:gd name="connsiteX5" fmla="*/ 5178 w 59935"/>
                                  <a:gd name="connsiteY5" fmla="*/ 0 h 202149"/>
                                  <a:gd name="connsiteX6" fmla="*/ 9153 w 59935"/>
                                  <a:gd name="connsiteY6" fmla="*/ 15903 h 202149"/>
                                  <a:gd name="connsiteX7" fmla="*/ 25056 w 59935"/>
                                  <a:gd name="connsiteY7" fmla="*/ 51684 h 202149"/>
                                  <a:gd name="connsiteX8" fmla="*/ 33007 w 59935"/>
                                  <a:gd name="connsiteY8" fmla="*/ 87464 h 202149"/>
                                  <a:gd name="connsiteX9" fmla="*/ 40959 w 59935"/>
                                  <a:gd name="connsiteY9" fmla="*/ 95416 h 202149"/>
                                  <a:gd name="connsiteX10" fmla="*/ 52886 w 59935"/>
                                  <a:gd name="connsiteY10" fmla="*/ 178904 h 202149"/>
                                  <a:gd name="connsiteX11" fmla="*/ 56861 w 59935"/>
                                  <a:gd name="connsiteY11" fmla="*/ 194807 h 202149"/>
                                  <a:gd name="connsiteX12" fmla="*/ 48910 w 59935"/>
                                  <a:gd name="connsiteY12" fmla="*/ 170953 h 202149"/>
                                  <a:gd name="connsiteX0" fmla="*/ 47994 w 59019"/>
                                  <a:gd name="connsiteY0" fmla="*/ 170953 h 202149"/>
                                  <a:gd name="connsiteX1" fmla="*/ 28137 w 59019"/>
                                  <a:gd name="connsiteY1" fmla="*/ 87560 h 202149"/>
                                  <a:gd name="connsiteX2" fmla="*/ 16189 w 59019"/>
                                  <a:gd name="connsiteY2" fmla="*/ 103367 h 202149"/>
                                  <a:gd name="connsiteX3" fmla="*/ 19960 w 59019"/>
                                  <a:gd name="connsiteY3" fmla="*/ 59700 h 202149"/>
                                  <a:gd name="connsiteX4" fmla="*/ 286 w 59019"/>
                                  <a:gd name="connsiteY4" fmla="*/ 15903 h 202149"/>
                                  <a:gd name="connsiteX5" fmla="*/ 4262 w 59019"/>
                                  <a:gd name="connsiteY5" fmla="*/ 0 h 202149"/>
                                  <a:gd name="connsiteX6" fmla="*/ 8237 w 59019"/>
                                  <a:gd name="connsiteY6" fmla="*/ 15903 h 202149"/>
                                  <a:gd name="connsiteX7" fmla="*/ 24140 w 59019"/>
                                  <a:gd name="connsiteY7" fmla="*/ 51684 h 202149"/>
                                  <a:gd name="connsiteX8" fmla="*/ 32091 w 59019"/>
                                  <a:gd name="connsiteY8" fmla="*/ 87464 h 202149"/>
                                  <a:gd name="connsiteX9" fmla="*/ 40043 w 59019"/>
                                  <a:gd name="connsiteY9" fmla="*/ 95416 h 202149"/>
                                  <a:gd name="connsiteX10" fmla="*/ 51970 w 59019"/>
                                  <a:gd name="connsiteY10" fmla="*/ 178904 h 202149"/>
                                  <a:gd name="connsiteX11" fmla="*/ 55945 w 59019"/>
                                  <a:gd name="connsiteY11" fmla="*/ 194807 h 202149"/>
                                  <a:gd name="connsiteX12" fmla="*/ 47994 w 59019"/>
                                  <a:gd name="connsiteY12" fmla="*/ 170953 h 202149"/>
                                  <a:gd name="connsiteX0" fmla="*/ 47994 w 59019"/>
                                  <a:gd name="connsiteY0" fmla="*/ 170953 h 202149"/>
                                  <a:gd name="connsiteX1" fmla="*/ 28137 w 59019"/>
                                  <a:gd name="connsiteY1" fmla="*/ 87560 h 202149"/>
                                  <a:gd name="connsiteX2" fmla="*/ 32255 w 59019"/>
                                  <a:gd name="connsiteY2" fmla="*/ 87559 h 202149"/>
                                  <a:gd name="connsiteX3" fmla="*/ 19960 w 59019"/>
                                  <a:gd name="connsiteY3" fmla="*/ 59700 h 202149"/>
                                  <a:gd name="connsiteX4" fmla="*/ 286 w 59019"/>
                                  <a:gd name="connsiteY4" fmla="*/ 15903 h 202149"/>
                                  <a:gd name="connsiteX5" fmla="*/ 4262 w 59019"/>
                                  <a:gd name="connsiteY5" fmla="*/ 0 h 202149"/>
                                  <a:gd name="connsiteX6" fmla="*/ 8237 w 59019"/>
                                  <a:gd name="connsiteY6" fmla="*/ 15903 h 202149"/>
                                  <a:gd name="connsiteX7" fmla="*/ 24140 w 59019"/>
                                  <a:gd name="connsiteY7" fmla="*/ 51684 h 202149"/>
                                  <a:gd name="connsiteX8" fmla="*/ 32091 w 59019"/>
                                  <a:gd name="connsiteY8" fmla="*/ 87464 h 202149"/>
                                  <a:gd name="connsiteX9" fmla="*/ 40043 w 59019"/>
                                  <a:gd name="connsiteY9" fmla="*/ 95416 h 202149"/>
                                  <a:gd name="connsiteX10" fmla="*/ 51970 w 59019"/>
                                  <a:gd name="connsiteY10" fmla="*/ 178904 h 202149"/>
                                  <a:gd name="connsiteX11" fmla="*/ 55945 w 59019"/>
                                  <a:gd name="connsiteY11" fmla="*/ 194807 h 202149"/>
                                  <a:gd name="connsiteX12" fmla="*/ 47994 w 59019"/>
                                  <a:gd name="connsiteY12" fmla="*/ 170953 h 2021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9019" h="202149">
                                    <a:moveTo>
                                      <a:pt x="47994" y="170953"/>
                                    </a:moveTo>
                                    <a:cubicBezTo>
                                      <a:pt x="43359" y="153079"/>
                                      <a:pt x="30760" y="101459"/>
                                      <a:pt x="28137" y="87560"/>
                                    </a:cubicBezTo>
                                    <a:cubicBezTo>
                                      <a:pt x="25514" y="73661"/>
                                      <a:pt x="33618" y="92202"/>
                                      <a:pt x="32255" y="87559"/>
                                    </a:cubicBezTo>
                                    <a:cubicBezTo>
                                      <a:pt x="30892" y="82916"/>
                                      <a:pt x="22611" y="62350"/>
                                      <a:pt x="19960" y="59700"/>
                                    </a:cubicBezTo>
                                    <a:cubicBezTo>
                                      <a:pt x="17310" y="33196"/>
                                      <a:pt x="1395" y="42516"/>
                                      <a:pt x="286" y="15903"/>
                                    </a:cubicBezTo>
                                    <a:cubicBezTo>
                                      <a:pt x="59" y="10444"/>
                                      <a:pt x="-1202" y="0"/>
                                      <a:pt x="4262" y="0"/>
                                    </a:cubicBezTo>
                                    <a:cubicBezTo>
                                      <a:pt x="9726" y="0"/>
                                      <a:pt x="6667" y="10669"/>
                                      <a:pt x="8237" y="15903"/>
                                    </a:cubicBezTo>
                                    <a:cubicBezTo>
                                      <a:pt x="15978" y="41707"/>
                                      <a:pt x="12522" y="34256"/>
                                      <a:pt x="24140" y="51684"/>
                                    </a:cubicBezTo>
                                    <a:cubicBezTo>
                                      <a:pt x="24942" y="56496"/>
                                      <a:pt x="27576" y="79938"/>
                                      <a:pt x="32091" y="87464"/>
                                    </a:cubicBezTo>
                                    <a:cubicBezTo>
                                      <a:pt x="34020" y="90678"/>
                                      <a:pt x="37392" y="92765"/>
                                      <a:pt x="40043" y="95416"/>
                                    </a:cubicBezTo>
                                    <a:cubicBezTo>
                                      <a:pt x="55907" y="143010"/>
                                      <a:pt x="43602" y="99403"/>
                                      <a:pt x="51970" y="178904"/>
                                    </a:cubicBezTo>
                                    <a:cubicBezTo>
                                      <a:pt x="52542" y="184338"/>
                                      <a:pt x="53793" y="189785"/>
                                      <a:pt x="55945" y="194807"/>
                                    </a:cubicBezTo>
                                    <a:cubicBezTo>
                                      <a:pt x="64632" y="215077"/>
                                      <a:pt x="52629" y="188827"/>
                                      <a:pt x="47994" y="17095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54067" w:rsidRDefault="00254067" w:rsidP="0025406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4" o:spid="_x0000_s1026" style="position:absolute;margin-left:299.15pt;margin-top:95.5pt;width:4.65pt;height:15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019,20214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" adj="-11796480,,5400" path="m47994,170953c43359,153079,30760,101459,28137,87560v-2623,-13899,5481,4642,4118,-1c30892,82916,22611,62350,19960,59700,17310,33196,1395,42516,286,15903,59,10444,-1202,,4262,,9726,,6667,10669,8237,15903v7741,25804,4285,18353,15903,35781c24942,56496,27576,79938,32091,87464v1929,3214,5301,5301,7952,7952c55907,143010,43602,99403,51970,178904v572,5434,1823,10881,3975,15903c64632,215077,52629,188827,47994,170953xe" fillcolor="#0d0d0d [3069]" strokecolor="#0d0d0d [3069]" strokeweight="1pt">
                      <v:stroke joinstyle="miter"/>
                      <v:formulas/>
                      <v:path arrowok="t" o:connecttype="custom" o:connectlocs="47994,170953;28137,87560;32255,87559;19960,59700;286,15903;4262,0;8237,15903;24140,51684;32091,87464;40043,95416;51970,178904;55945,194807;47994,170953" o:connectangles="0,0,0,0,0,0,0,0,0,0,0,0,0" textboxrect="0,0,59019,202149"/>
                      <v:textbox>
                        <w:txbxContent>
                          <w:p w:rsidR="00254067" w:rsidRDefault="00254067" w:rsidP="00254067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986BD2" wp14:editId="006D3DB8">
                      <wp:simplePos x="0" y="0"/>
                      <wp:positionH relativeFrom="column">
                        <wp:posOffset>2640965</wp:posOffset>
                      </wp:positionH>
                      <wp:positionV relativeFrom="paragraph">
                        <wp:posOffset>1289685</wp:posOffset>
                      </wp:positionV>
                      <wp:extent cx="25400" cy="203200"/>
                      <wp:effectExtent l="0" t="38100" r="31750" b="25400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00" cy="203200"/>
                              </a:xfrm>
                              <a:custGeom>
                                <a:avLst/>
                                <a:gdLst>
                                  <a:gd name="connsiteX0" fmla="*/ 0 w 25400"/>
                                  <a:gd name="connsiteY0" fmla="*/ 203200 h 203200"/>
                                  <a:gd name="connsiteX1" fmla="*/ 6350 w 25400"/>
                                  <a:gd name="connsiteY1" fmla="*/ 38100 h 203200"/>
                                  <a:gd name="connsiteX2" fmla="*/ 12700 w 25400"/>
                                  <a:gd name="connsiteY2" fmla="*/ 19050 h 203200"/>
                                  <a:gd name="connsiteX3" fmla="*/ 25400 w 25400"/>
                                  <a:gd name="connsiteY3" fmla="*/ 0 h 203200"/>
                                  <a:gd name="connsiteX4" fmla="*/ 19050 w 25400"/>
                                  <a:gd name="connsiteY4" fmla="*/ 63500 h 203200"/>
                                  <a:gd name="connsiteX5" fmla="*/ 6350 w 25400"/>
                                  <a:gd name="connsiteY5" fmla="*/ 101600 h 203200"/>
                                  <a:gd name="connsiteX6" fmla="*/ 0 w 25400"/>
                                  <a:gd name="connsiteY6" fmla="*/ 133350 h 203200"/>
                                  <a:gd name="connsiteX7" fmla="*/ 0 w 25400"/>
                                  <a:gd name="connsiteY7" fmla="*/ 203200 h 2032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5400" h="203200">
                                    <a:moveTo>
                                      <a:pt x="0" y="203200"/>
                                    </a:moveTo>
                                    <a:cubicBezTo>
                                      <a:pt x="2117" y="148167"/>
                                      <a:pt x="2561" y="93044"/>
                                      <a:pt x="6350" y="38100"/>
                                    </a:cubicBezTo>
                                    <a:cubicBezTo>
                                      <a:pt x="6811" y="31422"/>
                                      <a:pt x="9707" y="25037"/>
                                      <a:pt x="12700" y="19050"/>
                                    </a:cubicBezTo>
                                    <a:cubicBezTo>
                                      <a:pt x="16113" y="12224"/>
                                      <a:pt x="21167" y="6350"/>
                                      <a:pt x="25400" y="0"/>
                                    </a:cubicBezTo>
                                    <a:cubicBezTo>
                                      <a:pt x="23283" y="21167"/>
                                      <a:pt x="22970" y="42592"/>
                                      <a:pt x="19050" y="63500"/>
                                    </a:cubicBezTo>
                                    <a:cubicBezTo>
                                      <a:pt x="16583" y="76658"/>
                                      <a:pt x="9872" y="88685"/>
                                      <a:pt x="6350" y="101600"/>
                                    </a:cubicBezTo>
                                    <a:cubicBezTo>
                                      <a:pt x="3510" y="112013"/>
                                      <a:pt x="2117" y="122767"/>
                                      <a:pt x="0" y="133350"/>
                                    </a:cubicBezTo>
                                    <a:lnTo>
                                      <a:pt x="0" y="2032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" o:spid="_x0000_s1026" style="position:absolute;margin-left:207.95pt;margin-top:101.55pt;width:2pt;height:1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00,20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" path="m,203200c2117,148167,2561,93044,6350,38100,6811,31422,9707,25037,12700,19050,16113,12224,21167,6350,25400,,23283,21167,22970,42592,19050,63500,16583,76658,9872,88685,6350,101600,3510,112013,2117,122767,,133350r,69850xe" fillcolor="#0d0d0d [3069]" strokecolor="#0d0d0d [3069]" strokeweight="1pt">
                      <v:stroke joinstyle="miter"/>
                      <v:path arrowok="t" o:connecttype="custom" o:connectlocs="0,203200;6350,38100;12700,19050;25400,0;19050,63500;6350,101600;0,133350;0,203200" o:connectangles="0,0,0,0,0,0,0,0"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 wp14:anchorId="79E57AEE" wp14:editId="73A9FA6A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7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 wp14:anchorId="5AF8A6C6" wp14:editId="1022D3EC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54067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54067" w:rsidRDefault="00254067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54067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8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54067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54067" w:rsidRDefault="00254067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54067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254067">
              <w:rPr>
                <w:rFonts w:ascii="Arial" w:hAnsi="Arial"/>
                <w:kern w:val="12"/>
                <w:sz w:val="20"/>
                <w:szCs w:val="20"/>
              </w:rPr>
              <w:t xml:space="preserve">Mild amount of calcific atheroma noted in the proximal ICA and bulb.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254067">
              <w:rPr>
                <w:rFonts w:ascii="Arial" w:hAnsi="Arial"/>
                <w:kern w:val="12"/>
                <w:sz w:val="20"/>
                <w:szCs w:val="20"/>
              </w:rPr>
              <w:t>k Systolic Velocity (PSV) = 0.73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254067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0.10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254067">
              <w:rPr>
                <w:rFonts w:ascii="Arial" w:hAnsi="Arial"/>
                <w:kern w:val="12"/>
                <w:sz w:val="20"/>
                <w:szCs w:val="20"/>
              </w:rPr>
              <w:t>Mild amount of calcific atheroma noted in the proximal ICA and bulb.</w:t>
            </w:r>
          </w:p>
          <w:p w:rsidR="00892FF1" w:rsidRDefault="00892FF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</w:t>
            </w:r>
            <w:r w:rsidR="00254067">
              <w:rPr>
                <w:rFonts w:ascii="Arial" w:hAnsi="Arial"/>
                <w:kern w:val="12"/>
                <w:sz w:val="20"/>
                <w:szCs w:val="20"/>
              </w:rPr>
              <w:t>tolic Velocity (PSV) = 0.83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254067">
              <w:rPr>
                <w:rFonts w:ascii="Arial" w:hAnsi="Arial"/>
                <w:kern w:val="12"/>
                <w:sz w:val="20"/>
                <w:szCs w:val="20"/>
              </w:rPr>
              <w:t>ocity (EDV) = 0.08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892FF1" w:rsidRDefault="00CE68E9" w:rsidP="009D4370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892FF1">
              <w:rPr>
                <w:b/>
                <w:sz w:val="20"/>
                <w:szCs w:val="20"/>
                <w:u w:val="single"/>
              </w:rPr>
              <w:lastRenderedPageBreak/>
              <w:t xml:space="preserve"> </w:t>
            </w:r>
            <w:r w:rsidR="00892FF1" w:rsidRPr="00892FF1">
              <w:rPr>
                <w:b/>
                <w:sz w:val="20"/>
                <w:szCs w:val="20"/>
                <w:u w:val="single"/>
              </w:rPr>
              <w:t>CONCLUSION:</w:t>
            </w: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evidence of significant extra-cranial carotid artery disease bilaterally. </w:t>
            </w:r>
          </w:p>
          <w:p w:rsidR="00892FF1" w:rsidRDefault="00892FF1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8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9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10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3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5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6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8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9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54067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654DC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2FF1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0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2019-09-02T15:22:00Z</cp:lastPrinted>
  <dcterms:created xsi:type="dcterms:W3CDTF">2019-09-02T15:22:00Z</dcterms:created>
  <dcterms:modified xsi:type="dcterms:W3CDTF">2019-10-15T13:41:00Z</dcterms:modified>
</cp:coreProperties>
</file>